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896C51" w14:textId="77777777" w:rsidR="009207F8" w:rsidRPr="00B51553" w:rsidRDefault="00105B80" w:rsidP="00B51553">
      <w:pPr>
        <w:jc w:val="right"/>
        <w:rPr>
          <w:b/>
          <w:bCs/>
          <w:i/>
          <w:iCs/>
        </w:rPr>
      </w:pPr>
      <w:r w:rsidRPr="00B51553">
        <w:rPr>
          <w:b/>
          <w:bCs/>
          <w:i/>
          <w:iCs/>
        </w:rPr>
        <w:t>Projektas</w:t>
      </w:r>
    </w:p>
    <w:p w14:paraId="3B0D22B6" w14:textId="77777777" w:rsidR="009207F8" w:rsidRDefault="009207F8" w:rsidP="008449B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SKUODO RAJONO SAVIVALDYBĖS TARYBA</w:t>
      </w:r>
    </w:p>
    <w:p w14:paraId="07C0345A" w14:textId="77777777" w:rsidR="009B1ADA" w:rsidRDefault="009B1ADA" w:rsidP="005E71D5">
      <w:pPr>
        <w:jc w:val="center"/>
        <w:rPr>
          <w:b/>
          <w:bCs/>
          <w:color w:val="auto"/>
        </w:rPr>
      </w:pPr>
    </w:p>
    <w:p w14:paraId="211A559B" w14:textId="77777777" w:rsidR="009B1ADA" w:rsidRDefault="009B1ADA" w:rsidP="005E71D5">
      <w:pPr>
        <w:jc w:val="center"/>
        <w:rPr>
          <w:b/>
          <w:bCs/>
          <w:color w:val="auto"/>
        </w:rPr>
      </w:pPr>
    </w:p>
    <w:p w14:paraId="5192BF9E" w14:textId="73A5221B" w:rsidR="005E71D5" w:rsidRPr="00980415" w:rsidRDefault="005E71D5" w:rsidP="005E71D5">
      <w:pPr>
        <w:jc w:val="center"/>
        <w:rPr>
          <w:b/>
          <w:bCs/>
          <w:color w:val="auto"/>
        </w:rPr>
      </w:pPr>
      <w:r w:rsidRPr="00980415">
        <w:rPr>
          <w:b/>
          <w:bCs/>
          <w:color w:val="auto"/>
        </w:rPr>
        <w:t>SPRENDIMAS</w:t>
      </w:r>
    </w:p>
    <w:p w14:paraId="05CDE359" w14:textId="77777777" w:rsidR="005E71D5" w:rsidRPr="00775905" w:rsidRDefault="005E71D5" w:rsidP="005E71D5">
      <w:pPr>
        <w:jc w:val="center"/>
        <w:rPr>
          <w:b/>
          <w:bCs/>
          <w:color w:val="auto"/>
          <w:highlight w:val="yellow"/>
        </w:rPr>
      </w:pPr>
      <w:r w:rsidRPr="00775905">
        <w:rPr>
          <w:b/>
          <w:color w:val="auto"/>
        </w:rPr>
        <w:t>DĖL SKUODO RAJONO SAVIVALDYBĖS TARYBOS 202</w:t>
      </w:r>
      <w:r>
        <w:rPr>
          <w:b/>
          <w:color w:val="auto"/>
        </w:rPr>
        <w:t>3</w:t>
      </w:r>
      <w:r w:rsidRPr="00775905">
        <w:rPr>
          <w:b/>
          <w:color w:val="auto"/>
        </w:rPr>
        <w:t xml:space="preserve"> M. </w:t>
      </w:r>
      <w:r>
        <w:rPr>
          <w:b/>
          <w:color w:val="auto"/>
        </w:rPr>
        <w:t>GRUODŽIO 21</w:t>
      </w:r>
      <w:r w:rsidRPr="00775905">
        <w:rPr>
          <w:b/>
          <w:color w:val="auto"/>
        </w:rPr>
        <w:t xml:space="preserve"> D. SPRENDIMO NR. T9-</w:t>
      </w:r>
      <w:r>
        <w:rPr>
          <w:b/>
          <w:color w:val="auto"/>
        </w:rPr>
        <w:t>227</w:t>
      </w:r>
      <w:r w:rsidRPr="00775905">
        <w:rPr>
          <w:b/>
          <w:color w:val="auto"/>
        </w:rPr>
        <w:t xml:space="preserve"> „DĖL SKUODO RAJONO SAVIVALDYBĖS 2024–2026 METŲ STRATEGINIO VEIKLOS PLANO PATVIRTINIMO“ PAKEITIMO</w:t>
      </w:r>
    </w:p>
    <w:p w14:paraId="469783BB" w14:textId="77777777" w:rsidR="005E71D5" w:rsidRDefault="005E71D5" w:rsidP="005E71D5">
      <w:pPr>
        <w:jc w:val="center"/>
        <w:rPr>
          <w:color w:val="000000"/>
        </w:rPr>
      </w:pPr>
    </w:p>
    <w:p w14:paraId="3DA571D4" w14:textId="16E9A728" w:rsidR="005E71D5" w:rsidRDefault="005E71D5" w:rsidP="005E71D5">
      <w:pPr>
        <w:jc w:val="center"/>
        <w:rPr>
          <w:color w:val="000000"/>
        </w:rPr>
      </w:pPr>
      <w:r>
        <w:t xml:space="preserve">2024 m. gegužės </w:t>
      </w:r>
      <w:r w:rsidR="00841E38">
        <w:t>20</w:t>
      </w:r>
      <w:r>
        <w:t xml:space="preserve"> d. </w:t>
      </w:r>
      <w:r>
        <w:rPr>
          <w:color w:val="000000"/>
        </w:rPr>
        <w:t>Nr. T10-</w:t>
      </w:r>
      <w:r w:rsidR="00841E38">
        <w:rPr>
          <w:color w:val="000000"/>
        </w:rPr>
        <w:t>98</w:t>
      </w:r>
    </w:p>
    <w:p w14:paraId="0F0CA424" w14:textId="77777777" w:rsidR="005E71D5" w:rsidRDefault="005E71D5" w:rsidP="005E71D5">
      <w:pPr>
        <w:jc w:val="center"/>
        <w:rPr>
          <w:color w:val="000000"/>
        </w:rPr>
      </w:pPr>
      <w:r>
        <w:rPr>
          <w:color w:val="000000"/>
        </w:rPr>
        <w:t>Skuodas</w:t>
      </w:r>
    </w:p>
    <w:p w14:paraId="22B89016" w14:textId="77777777" w:rsidR="005E71D5" w:rsidRDefault="005E71D5" w:rsidP="005E71D5">
      <w:pPr>
        <w:jc w:val="both"/>
      </w:pPr>
    </w:p>
    <w:p w14:paraId="1D7C6A25" w14:textId="77777777" w:rsidR="005E71D5" w:rsidRDefault="005E71D5" w:rsidP="005E71D5">
      <w:pPr>
        <w:jc w:val="both"/>
      </w:pPr>
    </w:p>
    <w:p w14:paraId="4900D23A" w14:textId="674FF973" w:rsidR="005E71D5" w:rsidRDefault="005E71D5" w:rsidP="005E71D5">
      <w:pPr>
        <w:tabs>
          <w:tab w:val="center" w:pos="4153"/>
          <w:tab w:val="right" w:pos="8306"/>
        </w:tabs>
        <w:ind w:firstLine="1260"/>
        <w:jc w:val="both"/>
        <w:rPr>
          <w:iCs/>
          <w:color w:val="000000"/>
        </w:rPr>
      </w:pPr>
      <w:r w:rsidRPr="00852C65">
        <w:t>Vadovaudamasi Lietuvos Respublikos vietos savivaldos įstatymo 1</w:t>
      </w:r>
      <w:r>
        <w:t>5</w:t>
      </w:r>
      <w:r w:rsidRPr="00852C65">
        <w:t xml:space="preserve"> straipsnio 2 dalies </w:t>
      </w:r>
      <w:r>
        <w:t>32</w:t>
      </w:r>
      <w:r w:rsidRPr="00852C65">
        <w:t xml:space="preserve"> punktu, </w:t>
      </w:r>
      <w:r w:rsidRPr="00852C65">
        <w:rPr>
          <w:iCs/>
          <w:color w:val="000000"/>
        </w:rPr>
        <w:t xml:space="preserve">Skuodo rajono savivaldybės tarybos </w:t>
      </w:r>
      <w:r w:rsidRPr="00852C65">
        <w:rPr>
          <w:color w:val="000000"/>
        </w:rPr>
        <w:t>202</w:t>
      </w:r>
      <w:r>
        <w:rPr>
          <w:color w:val="000000"/>
        </w:rPr>
        <w:t>3</w:t>
      </w:r>
      <w:r w:rsidRPr="00852C65">
        <w:rPr>
          <w:color w:val="000000"/>
        </w:rPr>
        <w:t xml:space="preserve"> m. rugpjūčio 2</w:t>
      </w:r>
      <w:r>
        <w:rPr>
          <w:color w:val="000000"/>
        </w:rPr>
        <w:t>4</w:t>
      </w:r>
      <w:r w:rsidRPr="00852C65">
        <w:rPr>
          <w:color w:val="000000"/>
        </w:rPr>
        <w:t xml:space="preserve"> d. sprendimu Nr. T9-1</w:t>
      </w:r>
      <w:r>
        <w:rPr>
          <w:color w:val="000000"/>
        </w:rPr>
        <w:t>5</w:t>
      </w:r>
      <w:r w:rsidRPr="00852C65">
        <w:rPr>
          <w:color w:val="000000"/>
        </w:rPr>
        <w:t xml:space="preserve">5 „Dėl Skuodo rajono savivaldybės strateginio planavimo organizavimo tvarkos aprašo patvirtinimo“ </w:t>
      </w:r>
      <w:r w:rsidRPr="00852C65">
        <w:rPr>
          <w:iCs/>
          <w:color w:val="000000"/>
        </w:rPr>
        <w:t>patvirtinto</w:t>
      </w:r>
      <w:r w:rsidRPr="00852C65">
        <w:rPr>
          <w:color w:val="000000"/>
        </w:rPr>
        <w:t xml:space="preserve"> Skuodo rajono savivaldybės strateginio planavimo organizavimo tvarkos aprašo </w:t>
      </w:r>
      <w:r w:rsidR="007B589A">
        <w:rPr>
          <w:color w:val="000000"/>
        </w:rPr>
        <w:t xml:space="preserve">23.16, </w:t>
      </w:r>
      <w:r>
        <w:rPr>
          <w:color w:val="000000"/>
        </w:rPr>
        <w:t>23.17</w:t>
      </w:r>
      <w:r w:rsidRPr="00852C65">
        <w:rPr>
          <w:color w:val="000000"/>
        </w:rPr>
        <w:t xml:space="preserve"> </w:t>
      </w:r>
      <w:r>
        <w:rPr>
          <w:color w:val="000000"/>
        </w:rPr>
        <w:t>ir 24.2 papunkčiais</w:t>
      </w:r>
      <w:r>
        <w:rPr>
          <w:iCs/>
          <w:color w:val="000000"/>
        </w:rPr>
        <w:t xml:space="preserve"> ir atsižvelgdama</w:t>
      </w:r>
      <w:r w:rsidRPr="00852C65">
        <w:rPr>
          <w:iCs/>
          <w:color w:val="000000"/>
        </w:rPr>
        <w:t xml:space="preserve"> </w:t>
      </w:r>
      <w:r>
        <w:rPr>
          <w:iCs/>
          <w:color w:val="000000"/>
        </w:rPr>
        <w:t xml:space="preserve">į </w:t>
      </w:r>
      <w:r w:rsidRPr="00852C65">
        <w:rPr>
          <w:iCs/>
          <w:color w:val="000000"/>
        </w:rPr>
        <w:t xml:space="preserve">Skuodo rajono savivaldybės tarybos </w:t>
      </w:r>
      <w:r w:rsidR="001F7B7F">
        <w:rPr>
          <w:iCs/>
          <w:color w:val="000000"/>
        </w:rPr>
        <w:t>k</w:t>
      </w:r>
      <w:r>
        <w:rPr>
          <w:iCs/>
          <w:color w:val="000000"/>
        </w:rPr>
        <w:t>olegijos</w:t>
      </w:r>
      <w:r w:rsidR="001F7B7F">
        <w:rPr>
          <w:iCs/>
          <w:color w:val="000000"/>
        </w:rPr>
        <w:t xml:space="preserve"> 2024 m. gegužės 10 d.</w:t>
      </w:r>
      <w:r w:rsidRPr="00852C65">
        <w:rPr>
          <w:iCs/>
          <w:color w:val="000000"/>
        </w:rPr>
        <w:t xml:space="preserve"> pritar</w:t>
      </w:r>
      <w:r>
        <w:rPr>
          <w:iCs/>
          <w:color w:val="000000"/>
        </w:rPr>
        <w:t>imą</w:t>
      </w:r>
      <w:r w:rsidR="001F7B7F">
        <w:rPr>
          <w:iCs/>
          <w:color w:val="000000"/>
        </w:rPr>
        <w:t>, įformintą protokolu Nr. KPR-33,</w:t>
      </w:r>
      <w:r w:rsidRPr="00852C65">
        <w:rPr>
          <w:iCs/>
          <w:color w:val="000000"/>
        </w:rPr>
        <w:t xml:space="preserve"> Skuodo rajono savivaldybės taryba </w:t>
      </w:r>
      <w:r w:rsidRPr="00852C65">
        <w:rPr>
          <w:iCs/>
          <w:color w:val="000000"/>
          <w:spacing w:val="60"/>
        </w:rPr>
        <w:t>nusprendži</w:t>
      </w:r>
      <w:r w:rsidRPr="00852C65">
        <w:rPr>
          <w:iCs/>
          <w:color w:val="000000"/>
        </w:rPr>
        <w:t>a:</w:t>
      </w:r>
    </w:p>
    <w:p w14:paraId="3F8DCB2B" w14:textId="77777777" w:rsidR="005E71D5" w:rsidRDefault="005E71D5" w:rsidP="005E71D5">
      <w:pPr>
        <w:numPr>
          <w:ilvl w:val="0"/>
          <w:numId w:val="7"/>
        </w:numPr>
        <w:tabs>
          <w:tab w:val="left" w:pos="1560"/>
        </w:tabs>
        <w:ind w:left="0" w:firstLine="1260"/>
        <w:jc w:val="both"/>
        <w:rPr>
          <w:color w:val="auto"/>
        </w:rPr>
      </w:pPr>
      <w:r>
        <w:rPr>
          <w:color w:val="auto"/>
        </w:rPr>
        <w:t>P</w:t>
      </w:r>
      <w:r w:rsidRPr="00F62189">
        <w:rPr>
          <w:color w:val="auto"/>
        </w:rPr>
        <w:t>a</w:t>
      </w:r>
      <w:r>
        <w:rPr>
          <w:color w:val="auto"/>
        </w:rPr>
        <w:t>keisti</w:t>
      </w:r>
      <w:r w:rsidRPr="00F62189">
        <w:rPr>
          <w:color w:val="auto"/>
        </w:rPr>
        <w:t xml:space="preserve"> Skuodo rajono savivaldybės 2024–2026 metų strateginį veiklos planą</w:t>
      </w:r>
      <w:r>
        <w:rPr>
          <w:color w:val="auto"/>
        </w:rPr>
        <w:t>, patvirtintą Skuodo rajono savivaldybės tarybos 2023 m. gruodžio 21 d. sprendimu Nr. T9-227 „Dėl Skuodo rajono savivaldybės 2024–2026 metų strateginio veiklos plano patvirtinimo“,</w:t>
      </w:r>
      <w:r w:rsidRPr="00F62189">
        <w:rPr>
          <w:color w:val="auto"/>
        </w:rPr>
        <w:t xml:space="preserve"> </w:t>
      </w:r>
      <w:r>
        <w:rPr>
          <w:color w:val="auto"/>
        </w:rPr>
        <w:t>ir išdėstyti jį nauja redakcija (pridedama).</w:t>
      </w:r>
    </w:p>
    <w:p w14:paraId="3DB81121" w14:textId="2110356B" w:rsidR="005E71D5" w:rsidRDefault="005E71D5" w:rsidP="005E71D5">
      <w:pPr>
        <w:numPr>
          <w:ilvl w:val="0"/>
          <w:numId w:val="7"/>
        </w:numPr>
        <w:tabs>
          <w:tab w:val="left" w:pos="1560"/>
        </w:tabs>
        <w:ind w:left="0" w:firstLine="1260"/>
        <w:jc w:val="both"/>
        <w:rPr>
          <w:color w:val="auto"/>
        </w:rPr>
      </w:pPr>
      <w:r>
        <w:t xml:space="preserve">Pripažinti netekusiu galios Skuodo rajono savivaldybės tarybos 2024 m. kovo 28 d. Nr. T9-60 sprendimą „Dėl Skuodo rajono savivaldybės tarybos 2023 m. gruodžio 21 d. </w:t>
      </w:r>
      <w:r w:rsidR="00383C3A">
        <w:t>s</w:t>
      </w:r>
      <w:r>
        <w:t>prendimo Nr. T9-227 „Dėl Skuodo rajono savivaldybės 2024–2026 metų strateginio veiklos plano patvirtinimo“ pakeitimo“.</w:t>
      </w:r>
    </w:p>
    <w:p w14:paraId="4D62D4BD" w14:textId="77777777" w:rsidR="003E55B6" w:rsidRDefault="003E55B6" w:rsidP="00D52EBA">
      <w:pPr>
        <w:jc w:val="both"/>
      </w:pPr>
    </w:p>
    <w:p w14:paraId="638835E4" w14:textId="77777777" w:rsidR="00D52EBA" w:rsidRDefault="00D52EBA" w:rsidP="00D52EBA">
      <w:pPr>
        <w:jc w:val="both"/>
      </w:pPr>
    </w:p>
    <w:p w14:paraId="285BF77F" w14:textId="77777777" w:rsidR="003E5C55" w:rsidRDefault="003E5C55" w:rsidP="009207F8">
      <w:pPr>
        <w:tabs>
          <w:tab w:val="right" w:pos="9638"/>
        </w:tabs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2812F1" w14:paraId="530DEF02" w14:textId="77777777" w:rsidTr="002812F1">
        <w:tc>
          <w:tcPr>
            <w:tcW w:w="4814" w:type="dxa"/>
          </w:tcPr>
          <w:p w14:paraId="6117A099" w14:textId="6FF6D3F8" w:rsidR="002812F1" w:rsidRDefault="002812F1" w:rsidP="002812F1">
            <w:pPr>
              <w:tabs>
                <w:tab w:val="right" w:pos="9638"/>
              </w:tabs>
              <w:ind w:hanging="108"/>
            </w:pPr>
            <w:r>
              <w:t>Savivaldybės meras</w:t>
            </w:r>
          </w:p>
        </w:tc>
        <w:tc>
          <w:tcPr>
            <w:tcW w:w="4815" w:type="dxa"/>
          </w:tcPr>
          <w:p w14:paraId="6278E59F" w14:textId="77777777" w:rsidR="002812F1" w:rsidRDefault="002812F1" w:rsidP="002812F1">
            <w:pPr>
              <w:tabs>
                <w:tab w:val="right" w:pos="9638"/>
              </w:tabs>
            </w:pPr>
          </w:p>
        </w:tc>
      </w:tr>
    </w:tbl>
    <w:p w14:paraId="3ADEE981" w14:textId="3070BB2A" w:rsidR="009207F8" w:rsidRDefault="009207F8" w:rsidP="002812F1">
      <w:pPr>
        <w:tabs>
          <w:tab w:val="right" w:pos="9638"/>
        </w:tabs>
      </w:pPr>
    </w:p>
    <w:p w14:paraId="14B0BCC7" w14:textId="77777777" w:rsidR="00063CE9" w:rsidRDefault="00063CE9" w:rsidP="00063CE9">
      <w:pPr>
        <w:pStyle w:val="Antrats"/>
        <w:rPr>
          <w:lang w:eastAsia="de-DE"/>
        </w:rPr>
      </w:pPr>
    </w:p>
    <w:p w14:paraId="5B46D9A3" w14:textId="77777777" w:rsidR="00D10119" w:rsidRPr="00D10119" w:rsidRDefault="00D10119" w:rsidP="00D10119">
      <w:pPr>
        <w:rPr>
          <w:lang w:eastAsia="de-DE"/>
        </w:rPr>
      </w:pPr>
    </w:p>
    <w:p w14:paraId="481816A9" w14:textId="77777777" w:rsidR="00D10119" w:rsidRDefault="00D10119" w:rsidP="00D10119">
      <w:pPr>
        <w:rPr>
          <w:lang w:eastAsia="de-DE"/>
        </w:rPr>
      </w:pPr>
    </w:p>
    <w:p w14:paraId="5F2A2011" w14:textId="77777777" w:rsidR="00DA6ABE" w:rsidRDefault="00DA6ABE" w:rsidP="00D10119">
      <w:pPr>
        <w:rPr>
          <w:lang w:eastAsia="de-DE"/>
        </w:rPr>
      </w:pPr>
    </w:p>
    <w:p w14:paraId="6E1D21BC" w14:textId="77777777" w:rsidR="00DA6ABE" w:rsidRDefault="00DA6ABE" w:rsidP="00D10119">
      <w:pPr>
        <w:rPr>
          <w:lang w:eastAsia="de-DE"/>
        </w:rPr>
      </w:pPr>
    </w:p>
    <w:p w14:paraId="6EA42946" w14:textId="77777777" w:rsidR="00DA6ABE" w:rsidRDefault="00DA6ABE" w:rsidP="00D10119">
      <w:pPr>
        <w:rPr>
          <w:lang w:eastAsia="de-DE"/>
        </w:rPr>
      </w:pPr>
    </w:p>
    <w:p w14:paraId="2AD04590" w14:textId="77777777" w:rsidR="00DA6ABE" w:rsidRDefault="00DA6ABE" w:rsidP="00D10119">
      <w:pPr>
        <w:rPr>
          <w:lang w:eastAsia="de-DE"/>
        </w:rPr>
      </w:pPr>
    </w:p>
    <w:p w14:paraId="130964C8" w14:textId="77777777" w:rsidR="00DA6ABE" w:rsidRDefault="00DA6ABE" w:rsidP="00D10119">
      <w:pPr>
        <w:rPr>
          <w:lang w:eastAsia="de-DE"/>
        </w:rPr>
      </w:pPr>
    </w:p>
    <w:p w14:paraId="6A6BFA5C" w14:textId="77777777" w:rsidR="00DA6ABE" w:rsidRDefault="00DA6ABE" w:rsidP="00D10119">
      <w:pPr>
        <w:rPr>
          <w:lang w:eastAsia="de-DE"/>
        </w:rPr>
      </w:pPr>
    </w:p>
    <w:p w14:paraId="4B7093FB" w14:textId="77777777" w:rsidR="00DA6ABE" w:rsidRDefault="00DA6ABE" w:rsidP="00D10119">
      <w:pPr>
        <w:rPr>
          <w:lang w:eastAsia="de-DE"/>
        </w:rPr>
      </w:pPr>
    </w:p>
    <w:p w14:paraId="2FBA7A94" w14:textId="77777777" w:rsidR="002812F1" w:rsidRDefault="002812F1" w:rsidP="00D10119">
      <w:pPr>
        <w:rPr>
          <w:lang w:eastAsia="de-DE"/>
        </w:rPr>
      </w:pPr>
    </w:p>
    <w:p w14:paraId="512D717A" w14:textId="77777777" w:rsidR="002812F1" w:rsidRDefault="002812F1" w:rsidP="00D10119">
      <w:pPr>
        <w:rPr>
          <w:lang w:eastAsia="de-DE"/>
        </w:rPr>
      </w:pPr>
    </w:p>
    <w:p w14:paraId="2E189797" w14:textId="77777777" w:rsidR="002812F1" w:rsidRDefault="002812F1" w:rsidP="00D10119">
      <w:pPr>
        <w:rPr>
          <w:lang w:eastAsia="de-DE"/>
        </w:rPr>
      </w:pPr>
    </w:p>
    <w:p w14:paraId="3D43BB96" w14:textId="77777777" w:rsidR="002812F1" w:rsidRDefault="002812F1" w:rsidP="00D10119">
      <w:pPr>
        <w:rPr>
          <w:lang w:eastAsia="de-DE"/>
        </w:rPr>
      </w:pPr>
    </w:p>
    <w:p w14:paraId="38E9E7FD" w14:textId="77777777" w:rsidR="00DA6ABE" w:rsidRDefault="00DA6ABE" w:rsidP="00D10119">
      <w:pPr>
        <w:rPr>
          <w:lang w:eastAsia="de-DE"/>
        </w:rPr>
      </w:pPr>
    </w:p>
    <w:p w14:paraId="0075ACA8" w14:textId="77777777" w:rsidR="00DA6ABE" w:rsidRDefault="00DA6ABE" w:rsidP="00D10119">
      <w:pPr>
        <w:rPr>
          <w:lang w:eastAsia="de-DE"/>
        </w:rPr>
      </w:pPr>
    </w:p>
    <w:p w14:paraId="3D6D510B" w14:textId="77777777" w:rsidR="00DA6ABE" w:rsidRDefault="00DA6ABE" w:rsidP="00D10119">
      <w:pPr>
        <w:rPr>
          <w:lang w:eastAsia="de-DE"/>
        </w:rPr>
      </w:pPr>
    </w:p>
    <w:p w14:paraId="25CAECB0" w14:textId="77777777" w:rsidR="00DA6ABE" w:rsidRDefault="00DA6ABE" w:rsidP="00D10119">
      <w:pPr>
        <w:rPr>
          <w:lang w:eastAsia="de-DE"/>
        </w:rPr>
      </w:pPr>
    </w:p>
    <w:p w14:paraId="216403B2" w14:textId="5FF8A6C9" w:rsidR="00DA6ABE" w:rsidRPr="00D10119" w:rsidRDefault="00DA6ABE" w:rsidP="00D10119">
      <w:pPr>
        <w:rPr>
          <w:lang w:eastAsia="de-DE"/>
        </w:rPr>
      </w:pPr>
      <w:r>
        <w:rPr>
          <w:lang w:eastAsia="de-DE"/>
        </w:rPr>
        <w:t>Ona Malūkienė, tel. (8 440)  73 197</w:t>
      </w:r>
    </w:p>
    <w:sectPr w:rsidR="00DA6ABE" w:rsidRPr="00D10119" w:rsidSect="0061550C">
      <w:pgSz w:w="11907" w:h="16840" w:code="9"/>
      <w:pgMar w:top="1134" w:right="567" w:bottom="1134" w:left="1701" w:header="567" w:footer="0" w:gutter="0"/>
      <w:cols w:space="1296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F3142D" w14:textId="77777777" w:rsidR="004E0805" w:rsidRDefault="004E0805">
      <w:r>
        <w:separator/>
      </w:r>
    </w:p>
  </w:endnote>
  <w:endnote w:type="continuationSeparator" w:id="0">
    <w:p w14:paraId="16A8A05E" w14:textId="77777777" w:rsidR="004E0805" w:rsidRDefault="004E0805">
      <w:r>
        <w:continuationSeparator/>
      </w:r>
    </w:p>
  </w:endnote>
  <w:endnote w:type="continuationNotice" w:id="1">
    <w:p w14:paraId="1A7FBFA8" w14:textId="77777777" w:rsidR="004E0805" w:rsidRDefault="004E08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26EDB9" w14:textId="77777777" w:rsidR="004E0805" w:rsidRDefault="004E0805">
      <w:r>
        <w:separator/>
      </w:r>
    </w:p>
  </w:footnote>
  <w:footnote w:type="continuationSeparator" w:id="0">
    <w:p w14:paraId="0DD366C4" w14:textId="77777777" w:rsidR="004E0805" w:rsidRDefault="004E0805">
      <w:r>
        <w:continuationSeparator/>
      </w:r>
    </w:p>
  </w:footnote>
  <w:footnote w:type="continuationNotice" w:id="1">
    <w:p w14:paraId="3F4AA60C" w14:textId="77777777" w:rsidR="004E0805" w:rsidRDefault="004E080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30536D"/>
    <w:multiLevelType w:val="hybridMultilevel"/>
    <w:tmpl w:val="A06CCC38"/>
    <w:lvl w:ilvl="0" w:tplc="E9AAD770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1" w15:restartNumberingAfterBreak="0">
    <w:nsid w:val="41AE61CB"/>
    <w:multiLevelType w:val="hybridMultilevel"/>
    <w:tmpl w:val="0066821A"/>
    <w:lvl w:ilvl="0" w:tplc="AD16A456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2" w15:restartNumberingAfterBreak="0">
    <w:nsid w:val="420618F2"/>
    <w:multiLevelType w:val="multilevel"/>
    <w:tmpl w:val="FA2E7156"/>
    <w:lvl w:ilvl="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40" w:hanging="48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9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3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7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7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060" w:hanging="1800"/>
      </w:pPr>
      <w:rPr>
        <w:rFonts w:hint="default"/>
        <w:color w:val="000000"/>
      </w:rPr>
    </w:lvl>
  </w:abstractNum>
  <w:abstractNum w:abstractNumId="3" w15:restartNumberingAfterBreak="0">
    <w:nsid w:val="48D13B7F"/>
    <w:multiLevelType w:val="hybridMultilevel"/>
    <w:tmpl w:val="D5FCAEE8"/>
    <w:lvl w:ilvl="0" w:tplc="547A5420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4" w15:restartNumberingAfterBreak="0">
    <w:nsid w:val="5B2571D8"/>
    <w:multiLevelType w:val="hybridMultilevel"/>
    <w:tmpl w:val="08E0F624"/>
    <w:lvl w:ilvl="0" w:tplc="6E2AC452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5" w15:restartNumberingAfterBreak="0">
    <w:nsid w:val="6DFD61A3"/>
    <w:multiLevelType w:val="hybridMultilevel"/>
    <w:tmpl w:val="A5702914"/>
    <w:lvl w:ilvl="0" w:tplc="44A4CD26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40" w:hanging="360"/>
      </w:pPr>
    </w:lvl>
    <w:lvl w:ilvl="2" w:tplc="0427001B" w:tentative="1">
      <w:start w:val="1"/>
      <w:numFmt w:val="lowerRoman"/>
      <w:lvlText w:val="%3."/>
      <w:lvlJc w:val="right"/>
      <w:pPr>
        <w:ind w:left="3060" w:hanging="180"/>
      </w:pPr>
    </w:lvl>
    <w:lvl w:ilvl="3" w:tplc="0427000F" w:tentative="1">
      <w:start w:val="1"/>
      <w:numFmt w:val="decimal"/>
      <w:lvlText w:val="%4."/>
      <w:lvlJc w:val="left"/>
      <w:pPr>
        <w:ind w:left="3780" w:hanging="360"/>
      </w:pPr>
    </w:lvl>
    <w:lvl w:ilvl="4" w:tplc="04270019" w:tentative="1">
      <w:start w:val="1"/>
      <w:numFmt w:val="lowerLetter"/>
      <w:lvlText w:val="%5."/>
      <w:lvlJc w:val="left"/>
      <w:pPr>
        <w:ind w:left="4500" w:hanging="360"/>
      </w:pPr>
    </w:lvl>
    <w:lvl w:ilvl="5" w:tplc="0427001B" w:tentative="1">
      <w:start w:val="1"/>
      <w:numFmt w:val="lowerRoman"/>
      <w:lvlText w:val="%6."/>
      <w:lvlJc w:val="right"/>
      <w:pPr>
        <w:ind w:left="5220" w:hanging="180"/>
      </w:pPr>
    </w:lvl>
    <w:lvl w:ilvl="6" w:tplc="0427000F" w:tentative="1">
      <w:start w:val="1"/>
      <w:numFmt w:val="decimal"/>
      <w:lvlText w:val="%7."/>
      <w:lvlJc w:val="left"/>
      <w:pPr>
        <w:ind w:left="5940" w:hanging="360"/>
      </w:pPr>
    </w:lvl>
    <w:lvl w:ilvl="7" w:tplc="04270019" w:tentative="1">
      <w:start w:val="1"/>
      <w:numFmt w:val="lowerLetter"/>
      <w:lvlText w:val="%8."/>
      <w:lvlJc w:val="left"/>
      <w:pPr>
        <w:ind w:left="6660" w:hanging="360"/>
      </w:pPr>
    </w:lvl>
    <w:lvl w:ilvl="8" w:tplc="0427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6" w15:restartNumberingAfterBreak="0">
    <w:nsid w:val="73C23667"/>
    <w:multiLevelType w:val="hybridMultilevel"/>
    <w:tmpl w:val="11BE2648"/>
    <w:lvl w:ilvl="0" w:tplc="7EEE1168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num w:numId="1" w16cid:durableId="1709640000">
    <w:abstractNumId w:val="6"/>
  </w:num>
  <w:num w:numId="2" w16cid:durableId="157506936">
    <w:abstractNumId w:val="1"/>
  </w:num>
  <w:num w:numId="3" w16cid:durableId="167914613">
    <w:abstractNumId w:val="4"/>
  </w:num>
  <w:num w:numId="4" w16cid:durableId="1178273361">
    <w:abstractNumId w:val="0"/>
  </w:num>
  <w:num w:numId="5" w16cid:durableId="287710778">
    <w:abstractNumId w:val="3"/>
  </w:num>
  <w:num w:numId="6" w16cid:durableId="1617902478">
    <w:abstractNumId w:val="2"/>
  </w:num>
  <w:num w:numId="7" w16cid:durableId="16781939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9F9"/>
    <w:rsid w:val="000030F2"/>
    <w:rsid w:val="00051DFE"/>
    <w:rsid w:val="00063CE9"/>
    <w:rsid w:val="000A2229"/>
    <w:rsid w:val="000A510D"/>
    <w:rsid w:val="000D4BE3"/>
    <w:rsid w:val="00105389"/>
    <w:rsid w:val="00105B80"/>
    <w:rsid w:val="0010704B"/>
    <w:rsid w:val="00120D02"/>
    <w:rsid w:val="001500BB"/>
    <w:rsid w:val="00194B19"/>
    <w:rsid w:val="001B1D7F"/>
    <w:rsid w:val="001B69E9"/>
    <w:rsid w:val="001F282A"/>
    <w:rsid w:val="001F2FD8"/>
    <w:rsid w:val="001F7B7F"/>
    <w:rsid w:val="002005BF"/>
    <w:rsid w:val="00277C2D"/>
    <w:rsid w:val="002812F1"/>
    <w:rsid w:val="003218C9"/>
    <w:rsid w:val="00323CF9"/>
    <w:rsid w:val="0034413A"/>
    <w:rsid w:val="00360836"/>
    <w:rsid w:val="00383C3A"/>
    <w:rsid w:val="00386C22"/>
    <w:rsid w:val="003A6F32"/>
    <w:rsid w:val="003C529C"/>
    <w:rsid w:val="003E55B6"/>
    <w:rsid w:val="003E5C55"/>
    <w:rsid w:val="004031C2"/>
    <w:rsid w:val="00414773"/>
    <w:rsid w:val="00435F45"/>
    <w:rsid w:val="00476487"/>
    <w:rsid w:val="004B74A6"/>
    <w:rsid w:val="004E0805"/>
    <w:rsid w:val="005045C3"/>
    <w:rsid w:val="005101E9"/>
    <w:rsid w:val="00534219"/>
    <w:rsid w:val="00555716"/>
    <w:rsid w:val="005613CF"/>
    <w:rsid w:val="00597D5E"/>
    <w:rsid w:val="005A1C80"/>
    <w:rsid w:val="005A3992"/>
    <w:rsid w:val="005A5EDC"/>
    <w:rsid w:val="005D23BD"/>
    <w:rsid w:val="005E0745"/>
    <w:rsid w:val="005E71D5"/>
    <w:rsid w:val="00600AD7"/>
    <w:rsid w:val="0061550C"/>
    <w:rsid w:val="00653800"/>
    <w:rsid w:val="006764A0"/>
    <w:rsid w:val="006A6EA8"/>
    <w:rsid w:val="006D616A"/>
    <w:rsid w:val="006E23B2"/>
    <w:rsid w:val="006E72F4"/>
    <w:rsid w:val="00700416"/>
    <w:rsid w:val="00707281"/>
    <w:rsid w:val="00721061"/>
    <w:rsid w:val="00741A23"/>
    <w:rsid w:val="0075023C"/>
    <w:rsid w:val="00753EFC"/>
    <w:rsid w:val="00775905"/>
    <w:rsid w:val="007B589A"/>
    <w:rsid w:val="007B60BE"/>
    <w:rsid w:val="007D0A54"/>
    <w:rsid w:val="007E1AAC"/>
    <w:rsid w:val="007E36D9"/>
    <w:rsid w:val="00827528"/>
    <w:rsid w:val="00836DAB"/>
    <w:rsid w:val="00841E38"/>
    <w:rsid w:val="008449BF"/>
    <w:rsid w:val="00844CD4"/>
    <w:rsid w:val="0088439A"/>
    <w:rsid w:val="008B589A"/>
    <w:rsid w:val="008B7911"/>
    <w:rsid w:val="008F272C"/>
    <w:rsid w:val="009207F8"/>
    <w:rsid w:val="00932ABD"/>
    <w:rsid w:val="00944959"/>
    <w:rsid w:val="0094575E"/>
    <w:rsid w:val="009631B7"/>
    <w:rsid w:val="00976DBD"/>
    <w:rsid w:val="00980415"/>
    <w:rsid w:val="00981474"/>
    <w:rsid w:val="00987D73"/>
    <w:rsid w:val="009A0BB9"/>
    <w:rsid w:val="009A60A7"/>
    <w:rsid w:val="009B1ADA"/>
    <w:rsid w:val="009B1E48"/>
    <w:rsid w:val="009C33A5"/>
    <w:rsid w:val="009D39F9"/>
    <w:rsid w:val="00A17B63"/>
    <w:rsid w:val="00A52F9C"/>
    <w:rsid w:val="00A54D7E"/>
    <w:rsid w:val="00A710DD"/>
    <w:rsid w:val="00AE5AFD"/>
    <w:rsid w:val="00AF2C3C"/>
    <w:rsid w:val="00AF3FA2"/>
    <w:rsid w:val="00B46EB7"/>
    <w:rsid w:val="00B51553"/>
    <w:rsid w:val="00B61C15"/>
    <w:rsid w:val="00B86C14"/>
    <w:rsid w:val="00BA6814"/>
    <w:rsid w:val="00BB2E27"/>
    <w:rsid w:val="00BB331F"/>
    <w:rsid w:val="00BB5572"/>
    <w:rsid w:val="00BC5289"/>
    <w:rsid w:val="00BD58E1"/>
    <w:rsid w:val="00BE3137"/>
    <w:rsid w:val="00BE602C"/>
    <w:rsid w:val="00C54DF4"/>
    <w:rsid w:val="00C76874"/>
    <w:rsid w:val="00C85F31"/>
    <w:rsid w:val="00CB7CB9"/>
    <w:rsid w:val="00CC610F"/>
    <w:rsid w:val="00CC6FCB"/>
    <w:rsid w:val="00CD7462"/>
    <w:rsid w:val="00D0363B"/>
    <w:rsid w:val="00D10119"/>
    <w:rsid w:val="00D32FB0"/>
    <w:rsid w:val="00D47434"/>
    <w:rsid w:val="00D52EBA"/>
    <w:rsid w:val="00D56EFB"/>
    <w:rsid w:val="00D91272"/>
    <w:rsid w:val="00DA3E7C"/>
    <w:rsid w:val="00DA6ABE"/>
    <w:rsid w:val="00DB3552"/>
    <w:rsid w:val="00DD372A"/>
    <w:rsid w:val="00E17CDB"/>
    <w:rsid w:val="00E574E4"/>
    <w:rsid w:val="00E63F4A"/>
    <w:rsid w:val="00E858D2"/>
    <w:rsid w:val="00E86533"/>
    <w:rsid w:val="00EC7C3D"/>
    <w:rsid w:val="00ED56FB"/>
    <w:rsid w:val="00EF21F4"/>
    <w:rsid w:val="00F00A30"/>
    <w:rsid w:val="00F30C90"/>
    <w:rsid w:val="00F62189"/>
    <w:rsid w:val="00F6736A"/>
    <w:rsid w:val="00FB63AA"/>
    <w:rsid w:val="00FC119F"/>
    <w:rsid w:val="00FD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57974"/>
  <w15:docId w15:val="{D483BF5F-D2F4-4D8C-A25B-F1F390893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4712A3"/>
    <w:rPr>
      <w:rFonts w:ascii="Times New Roman" w:eastAsia="Times New Roman" w:hAnsi="Times New Roman" w:cs="Times New Roman"/>
      <w:color w:val="00000A"/>
      <w:sz w:val="24"/>
      <w:szCs w:val="24"/>
      <w:lang w:eastAsia="en-US"/>
    </w:rPr>
  </w:style>
  <w:style w:type="paragraph" w:styleId="Antrat5">
    <w:name w:val="heading 5"/>
    <w:basedOn w:val="prastasis"/>
    <w:link w:val="Antrat5Diagrama"/>
    <w:uiPriority w:val="9"/>
    <w:semiHidden/>
    <w:unhideWhenUsed/>
    <w:qFormat/>
    <w:rsid w:val="005C1C7A"/>
    <w:pPr>
      <w:keepNext/>
      <w:keepLines/>
      <w:spacing w:before="40" w:line="259" w:lineRule="auto"/>
      <w:outlineLvl w:val="4"/>
    </w:pPr>
    <w:rPr>
      <w:rFonts w:ascii="Calibri Light" w:eastAsia="Calibri Light" w:hAnsi="Calibri Light" w:cs="Calibri Light"/>
      <w:color w:val="2E74B5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PavNRDiagrama">
    <w:name w:val="Pav NR Diagrama"/>
    <w:link w:val="PavNR"/>
    <w:qFormat/>
    <w:rsid w:val="00636B97"/>
    <w:rPr>
      <w:sz w:val="24"/>
      <w:szCs w:val="24"/>
      <w:lang w:val="en-US"/>
    </w:rPr>
  </w:style>
  <w:style w:type="character" w:customStyle="1" w:styleId="LentelsNRDiagrama">
    <w:name w:val="Lentelės NR. Diagrama"/>
    <w:link w:val="LentelsNR"/>
    <w:qFormat/>
    <w:rsid w:val="00636B97"/>
    <w:rPr>
      <w:i/>
      <w:color w:val="BFBFBF"/>
      <w:sz w:val="24"/>
      <w:szCs w:val="24"/>
    </w:rPr>
  </w:style>
  <w:style w:type="character" w:customStyle="1" w:styleId="LentelsNrDiagrama0">
    <w:name w:val="Lentelės Nr. Diagrama"/>
    <w:qFormat/>
    <w:rsid w:val="00384540"/>
    <w:rPr>
      <w:i/>
      <w:sz w:val="24"/>
      <w:szCs w:val="24"/>
    </w:rPr>
  </w:style>
  <w:style w:type="character" w:customStyle="1" w:styleId="BBDPaveiksliukonumeracijaiDiagrama">
    <w:name w:val="BBD_Paveiksliuko numeracijai Diagrama"/>
    <w:link w:val="BBDPaveiksliukonumeracijai"/>
    <w:qFormat/>
    <w:rsid w:val="005C1C7A"/>
    <w:rPr>
      <w:rFonts w:ascii="Times New Roman" w:eastAsia="Times New Roman" w:hAnsi="Times New Roman" w:cs="Times New Roman"/>
      <w:i/>
      <w:color w:val="1F4D78"/>
      <w:sz w:val="20"/>
    </w:rPr>
  </w:style>
  <w:style w:type="character" w:customStyle="1" w:styleId="Antrat5Diagrama">
    <w:name w:val="Antraštė 5 Diagrama"/>
    <w:link w:val="Antrat5"/>
    <w:uiPriority w:val="9"/>
    <w:semiHidden/>
    <w:qFormat/>
    <w:rsid w:val="005C1C7A"/>
    <w:rPr>
      <w:rFonts w:ascii="Calibri Light" w:eastAsia="Calibri Light" w:hAnsi="Calibri Light" w:cs="Calibri Light"/>
      <w:color w:val="2E74B5"/>
    </w:rPr>
  </w:style>
  <w:style w:type="character" w:customStyle="1" w:styleId="AntratsDiagrama">
    <w:name w:val="Antraštės Diagrama"/>
    <w:link w:val="Antrats"/>
    <w:qFormat/>
    <w:rsid w:val="004712A3"/>
    <w:rPr>
      <w:rFonts w:ascii="Times New Roman" w:eastAsia="Times New Roman" w:hAnsi="Times New Roman" w:cs="Times New Roman"/>
      <w:sz w:val="24"/>
      <w:szCs w:val="24"/>
    </w:rPr>
  </w:style>
  <w:style w:type="character" w:customStyle="1" w:styleId="PoratDiagrama">
    <w:name w:val="Poraštė Diagrama"/>
    <w:link w:val="Porat"/>
    <w:uiPriority w:val="99"/>
    <w:qFormat/>
    <w:rsid w:val="004712A3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b w:val="0"/>
      <w:i/>
      <w:sz w:val="24"/>
    </w:rPr>
  </w:style>
  <w:style w:type="character" w:customStyle="1" w:styleId="ListLabel2">
    <w:name w:val="ListLabel 2"/>
    <w:qFormat/>
    <w:rPr>
      <w:b w:val="0"/>
      <w:i/>
      <w:sz w:val="24"/>
    </w:rPr>
  </w:style>
  <w:style w:type="character" w:customStyle="1" w:styleId="ListLabel3">
    <w:name w:val="ListLabel 3"/>
    <w:qFormat/>
    <w:rPr>
      <w:b/>
      <w:i/>
      <w:sz w:val="20"/>
      <w:szCs w:val="20"/>
    </w:rPr>
  </w:style>
  <w:style w:type="paragraph" w:styleId="Antrat">
    <w:name w:val="caption"/>
    <w:basedOn w:val="prastasis"/>
    <w:next w:val="Pagrindinistekstas"/>
    <w:qFormat/>
    <w:pPr>
      <w:suppressLineNumbers/>
      <w:spacing w:before="120" w:after="120"/>
    </w:pPr>
    <w:rPr>
      <w:rFonts w:cs="Arial Unicode MS"/>
      <w:i/>
      <w:iCs/>
    </w:rPr>
  </w:style>
  <w:style w:type="paragraph" w:styleId="Pagrindinistekstas">
    <w:name w:val="Body Text"/>
    <w:basedOn w:val="prastasis"/>
    <w:pPr>
      <w:spacing w:after="140" w:line="288" w:lineRule="auto"/>
    </w:pPr>
  </w:style>
  <w:style w:type="paragraph" w:styleId="Sraas">
    <w:name w:val="List"/>
    <w:basedOn w:val="Pagrindinistekstas"/>
    <w:rPr>
      <w:rFonts w:cs="Arial Unicode MS"/>
    </w:rPr>
  </w:style>
  <w:style w:type="paragraph" w:customStyle="1" w:styleId="Rodykl">
    <w:name w:val="Rodyklė"/>
    <w:basedOn w:val="prastasis"/>
    <w:qFormat/>
    <w:pPr>
      <w:suppressLineNumbers/>
    </w:pPr>
    <w:rPr>
      <w:rFonts w:cs="Arial Unicode MS"/>
    </w:rPr>
  </w:style>
  <w:style w:type="paragraph" w:customStyle="1" w:styleId="PavNR">
    <w:name w:val="Pav NR"/>
    <w:basedOn w:val="Sraassunumeriais"/>
    <w:link w:val="PavNRDiagrama"/>
    <w:autoRedefine/>
    <w:qFormat/>
    <w:rsid w:val="00636B97"/>
    <w:pPr>
      <w:widowControl w:val="0"/>
      <w:spacing w:after="0" w:line="240" w:lineRule="atLeast"/>
      <w:jc w:val="center"/>
    </w:pPr>
    <w:rPr>
      <w:sz w:val="24"/>
      <w:szCs w:val="24"/>
      <w:lang w:val="en-US"/>
    </w:rPr>
  </w:style>
  <w:style w:type="paragraph" w:styleId="Sraassunumeriais">
    <w:name w:val="List Number"/>
    <w:basedOn w:val="prastasis"/>
    <w:uiPriority w:val="99"/>
    <w:semiHidden/>
    <w:unhideWhenUsed/>
    <w:qFormat/>
    <w:rsid w:val="00636B97"/>
    <w:pPr>
      <w:tabs>
        <w:tab w:val="left" w:pos="360"/>
      </w:tabs>
      <w:spacing w:after="160" w:line="259" w:lineRule="auto"/>
      <w:ind w:left="360" w:hanging="36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LentelsNR">
    <w:name w:val="Lentelės NR."/>
    <w:basedOn w:val="prastasis"/>
    <w:link w:val="LentelsNRDiagrama"/>
    <w:autoRedefine/>
    <w:qFormat/>
    <w:rsid w:val="00636B97"/>
    <w:pPr>
      <w:widowControl w:val="0"/>
      <w:tabs>
        <w:tab w:val="left" w:pos="720"/>
      </w:tabs>
      <w:spacing w:after="120" w:line="240" w:lineRule="atLeast"/>
      <w:ind w:left="360" w:hanging="360"/>
      <w:jc w:val="both"/>
    </w:pPr>
    <w:rPr>
      <w:rFonts w:ascii="Calibri" w:eastAsia="Calibri" w:hAnsi="Calibri" w:cs="Calibri"/>
      <w:i/>
      <w:color w:val="BFBFBF"/>
    </w:rPr>
  </w:style>
  <w:style w:type="paragraph" w:customStyle="1" w:styleId="LentelsNr0">
    <w:name w:val="Lentelės Nr."/>
    <w:basedOn w:val="prastasis"/>
    <w:autoRedefine/>
    <w:qFormat/>
    <w:rsid w:val="00384540"/>
    <w:pPr>
      <w:spacing w:line="276" w:lineRule="auto"/>
      <w:ind w:hanging="360"/>
      <w:jc w:val="both"/>
    </w:pPr>
    <w:rPr>
      <w:rFonts w:ascii="Calibri" w:eastAsia="Calibri" w:hAnsi="Calibri" w:cs="Calibri"/>
      <w:i/>
    </w:rPr>
  </w:style>
  <w:style w:type="paragraph" w:customStyle="1" w:styleId="BBDPaveiksliukonumeracijai">
    <w:name w:val="BBD_Paveiksliuko numeracijai"/>
    <w:basedOn w:val="Antrat5"/>
    <w:link w:val="BBDPaveiksliukonumeracijaiDiagrama"/>
    <w:autoRedefine/>
    <w:qFormat/>
    <w:rsid w:val="005C1C7A"/>
    <w:pPr>
      <w:tabs>
        <w:tab w:val="left" w:pos="567"/>
        <w:tab w:val="left" w:pos="709"/>
        <w:tab w:val="left" w:pos="851"/>
        <w:tab w:val="left" w:pos="992"/>
      </w:tabs>
      <w:spacing w:before="120" w:after="240" w:line="240" w:lineRule="auto"/>
      <w:ind w:left="1135" w:hanging="567"/>
      <w:jc w:val="center"/>
    </w:pPr>
    <w:rPr>
      <w:rFonts w:ascii="Times New Roman" w:eastAsia="Times New Roman" w:hAnsi="Times New Roman" w:cs="Times New Roman"/>
      <w:i/>
      <w:color w:val="1F4D78"/>
      <w:sz w:val="20"/>
    </w:rPr>
  </w:style>
  <w:style w:type="paragraph" w:styleId="Antrats">
    <w:name w:val="header"/>
    <w:basedOn w:val="prastasis"/>
    <w:link w:val="AntratsDiagrama"/>
    <w:unhideWhenUsed/>
    <w:rsid w:val="004712A3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link w:val="PoratDiagrama"/>
    <w:uiPriority w:val="99"/>
    <w:unhideWhenUsed/>
    <w:rsid w:val="004712A3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CD7462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link w:val="Debesliotekstas"/>
    <w:uiPriority w:val="99"/>
    <w:semiHidden/>
    <w:rsid w:val="00CD7462"/>
    <w:rPr>
      <w:rFonts w:ascii="Segoe UI" w:eastAsia="Times New Roman" w:hAnsi="Segoe UI" w:cs="Segoe UI"/>
      <w:color w:val="00000A"/>
      <w:sz w:val="18"/>
      <w:szCs w:val="18"/>
    </w:rPr>
  </w:style>
  <w:style w:type="paragraph" w:styleId="Pataisymai">
    <w:name w:val="Revision"/>
    <w:hidden/>
    <w:uiPriority w:val="99"/>
    <w:semiHidden/>
    <w:rsid w:val="00194B19"/>
    <w:rPr>
      <w:rFonts w:ascii="Times New Roman" w:eastAsia="Times New Roman" w:hAnsi="Times New Roman" w:cs="Times New Roman"/>
      <w:color w:val="00000A"/>
      <w:sz w:val="24"/>
      <w:szCs w:val="24"/>
      <w:lang w:eastAsia="en-US"/>
    </w:rPr>
  </w:style>
  <w:style w:type="paragraph" w:styleId="Sraopastraipa">
    <w:name w:val="List Paragraph"/>
    <w:basedOn w:val="prastasis"/>
    <w:uiPriority w:val="34"/>
    <w:qFormat/>
    <w:rsid w:val="001500BB"/>
    <w:pPr>
      <w:ind w:left="720"/>
      <w:contextualSpacing/>
    </w:pPr>
  </w:style>
  <w:style w:type="table" w:styleId="Lentelstinklelis">
    <w:name w:val="Table Grid"/>
    <w:basedOn w:val="prastojilentel"/>
    <w:uiPriority w:val="39"/>
    <w:rsid w:val="00D101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174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1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eglex\Tmp\4ce0edf3dd2e4c38af932c910ef67847.dot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CF7CB5-E03A-4D4C-8943-6B1CE86FC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4ce0edf3dd2e4c38af932c910ef67847</Template>
  <TotalTime>5</TotalTime>
  <Pages>1</Pages>
  <Words>965</Words>
  <Characters>551</Characters>
  <Application>Microsoft Office Word</Application>
  <DocSecurity>0</DocSecurity>
  <Lines>4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DĖL SKUODO RAJONO SAVIVALDYBĖS TARYBOS KONTROLĖS KOMITETO 2023 METŲ VEIKLOS ATASKAITOS PATVIRTINIMO</vt:lpstr>
      <vt:lpstr>DĖL SKUODO RAJONO SAVIVALDYBĖS TARYBOS KONTROLĖS KOMITETO 2023 METŲ VEIKLOS ATASKAITOS PATVIRTINIMO</vt:lpstr>
    </vt:vector>
  </TitlesOfParts>
  <Manager>2024-02-29</Manager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DĖL SKUODO RAJONO SAVIVALDYBĖS TARYBOS KONTROLĖS KOMITETO 2023 METŲ VEIKLOS ATASKAITOS PATVIRTINIMO</dc:title>
  <dc:subject>T9-16</dc:subject>
  <dc:creator>SKUODO RAJONO SAVIVALDYBĖS TARYBA</dc:creator>
  <cp:lastModifiedBy>Sadauskienė, Dalia</cp:lastModifiedBy>
  <cp:revision>6</cp:revision>
  <cp:lastPrinted>2024-03-13T13:27:00Z</cp:lastPrinted>
  <dcterms:created xsi:type="dcterms:W3CDTF">2024-05-13T05:56:00Z</dcterms:created>
  <dcterms:modified xsi:type="dcterms:W3CDTF">2024-05-21T15:53:00Z</dcterms:modified>
  <cp:category>SPRENDIMAS</cp:category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